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2C0" w:rsidRPr="000F6675" w:rsidRDefault="008552C0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8552C0" w:rsidRPr="000F6675" w:rsidRDefault="008552C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w:rsidR="008552C0" w:rsidRPr="000F6675" w:rsidRDefault="008552C0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F6675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19</w:t>
      </w:r>
      <w:r w:rsidRPr="000F6675"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2</w:t>
      </w:r>
      <w:r w:rsidRPr="000F667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52C0" w:rsidRPr="000F6675" w:rsidRDefault="008552C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w:rsidR="008552C0" w:rsidRPr="000F6675" w:rsidRDefault="008552C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  <w:t>Rok akademicki 20</w:t>
      </w:r>
      <w:r>
        <w:rPr>
          <w:rFonts w:ascii="Corbel" w:hAnsi="Corbel"/>
          <w:sz w:val="24"/>
          <w:szCs w:val="24"/>
        </w:rPr>
        <w:t>21</w:t>
      </w:r>
      <w:r w:rsidRPr="000F6675"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2</w:t>
      </w:r>
    </w:p>
    <w:p w:rsidR="008552C0" w:rsidRPr="000F6675" w:rsidRDefault="008552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Logistyka w zarządzaniu kryzysowym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1F80B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1F80B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1F80B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1F80B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1F80B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1F80B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w:rsidR="008552C0" w:rsidRPr="000F6675" w:rsidTr="6D5D8338">
        <w:tc>
          <w:tcPr>
            <w:tcW w:w="2694" w:type="dxa"/>
            <w:vAlign w:val="center"/>
          </w:tcPr>
          <w:p w:rsidR="008552C0" w:rsidRPr="00C909CF" w:rsidRDefault="008552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52C0" w:rsidRPr="000F6675" w:rsidRDefault="008552C0" w:rsidP="6D5D8338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 w:rsidRPr="6D5D8338">
              <w:rPr>
                <w:rFonts w:ascii="Corbel" w:hAnsi="Corbel"/>
                <w:b w:val="0"/>
                <w:sz w:val="24"/>
                <w:szCs w:val="24"/>
              </w:rPr>
              <w:t>Dr Jan Ziobro</w:t>
            </w:r>
          </w:p>
        </w:tc>
      </w:tr>
    </w:tbl>
    <w:p w:rsidR="008552C0" w:rsidRPr="000F6675" w:rsidRDefault="008552C0" w:rsidP="00764C1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552C0" w:rsidRPr="000F6675" w:rsidRDefault="008552C0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552C0" w:rsidRPr="000F6675" w:rsidRDefault="008552C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552C0" w:rsidRPr="000F6675" w:rsidTr="00C766DF">
        <w:tc>
          <w:tcPr>
            <w:tcW w:w="1048" w:type="dxa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8552C0" w:rsidRPr="00C909CF" w:rsidRDefault="008552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552C0" w:rsidRPr="000F6675" w:rsidTr="00C766DF">
        <w:trPr>
          <w:trHeight w:val="453"/>
        </w:trPr>
        <w:tc>
          <w:tcPr>
            <w:tcW w:w="1048" w:type="dxa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8552C0" w:rsidRPr="000F6675" w:rsidRDefault="00855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52C0" w:rsidRPr="000F6675" w:rsidRDefault="008552C0" w:rsidP="00764C1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52C0" w:rsidRPr="000F6675" w:rsidRDefault="008552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w:rsidR="008552C0" w:rsidRPr="000F6675" w:rsidRDefault="008552C0" w:rsidP="5F47B26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w:rsidR="008552C0" w:rsidRPr="000F6675" w:rsidRDefault="008552C0" w:rsidP="1F80BA1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ascii="MS Gothic" w:eastAsia="MS Gothic" w:hAnsi="MS Gothic" w:cs="MS Gothic" w:hint="eastAsia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52C0" w:rsidRPr="000F6675" w:rsidRDefault="008552C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8552C0" w:rsidRPr="000F6675" w:rsidTr="00745302">
        <w:tc>
          <w:tcPr>
            <w:tcW w:w="9670" w:type="dxa"/>
          </w:tcPr>
          <w:p w:rsidR="008552C0" w:rsidRPr="000F6675" w:rsidRDefault="008552C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>3. cele, efekty uczenia się , treści Programowe i stosowane metody Dydaktyczne</w:t>
      </w: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52C0" w:rsidRPr="000F6675" w:rsidRDefault="008552C0" w:rsidP="009C54AE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w:rsidR="008552C0" w:rsidRPr="000F6675" w:rsidRDefault="008552C0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8552C0" w:rsidRPr="000F6675" w:rsidTr="00923D7D">
        <w:tc>
          <w:tcPr>
            <w:tcW w:w="851" w:type="dxa"/>
            <w:vAlign w:val="center"/>
          </w:tcPr>
          <w:p w:rsidR="008552C0" w:rsidRPr="00C909CF" w:rsidRDefault="008552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52C0" w:rsidRPr="00C909CF" w:rsidRDefault="008552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w:rsidR="008552C0" w:rsidRPr="000F6675" w:rsidTr="00923D7D">
        <w:tc>
          <w:tcPr>
            <w:tcW w:w="851" w:type="dxa"/>
            <w:vAlign w:val="center"/>
          </w:tcPr>
          <w:p w:rsidR="008552C0" w:rsidRPr="00C909CF" w:rsidRDefault="00855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52C0" w:rsidRPr="00C909CF" w:rsidRDefault="008552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w:rsidR="008552C0" w:rsidRPr="000F6675" w:rsidTr="00923D7D">
        <w:tc>
          <w:tcPr>
            <w:tcW w:w="851" w:type="dxa"/>
            <w:vAlign w:val="center"/>
          </w:tcPr>
          <w:p w:rsidR="008552C0" w:rsidRPr="00C909CF" w:rsidRDefault="008552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52C0" w:rsidRPr="00C909CF" w:rsidRDefault="008552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552C0" w:rsidRPr="000F6675" w:rsidRDefault="008552C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w:rsidR="008552C0" w:rsidRPr="000F6675" w:rsidRDefault="008552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8552C0" w:rsidRPr="000F6675" w:rsidTr="0071620A">
        <w:tc>
          <w:tcPr>
            <w:tcW w:w="1701" w:type="dxa"/>
            <w:vAlign w:val="center"/>
          </w:tcPr>
          <w:p w:rsidR="008552C0" w:rsidRPr="000F6675" w:rsidRDefault="008552C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552C0" w:rsidRPr="000F6675" w:rsidRDefault="008552C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552C0" w:rsidRPr="000F6675" w:rsidRDefault="008552C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52C0" w:rsidRPr="000F6675" w:rsidTr="005E6E85">
        <w:tc>
          <w:tcPr>
            <w:tcW w:w="1701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6096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wymienia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rozumie procesy komunikowania społecznego</w:t>
            </w:r>
          </w:p>
        </w:tc>
        <w:tc>
          <w:tcPr>
            <w:tcW w:w="1873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52C0" w:rsidRPr="000F6675" w:rsidTr="005E6E85">
        <w:tc>
          <w:tcPr>
            <w:tcW w:w="1701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identyfikuje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rozumie zagrożenia bezpieczeństwa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regionalnej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lokalnej</w:t>
            </w:r>
          </w:p>
        </w:tc>
        <w:tc>
          <w:tcPr>
            <w:tcW w:w="1873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52C0" w:rsidRPr="000F6675" w:rsidTr="005E6E85">
        <w:tc>
          <w:tcPr>
            <w:tcW w:w="1701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Trafnie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powiązaniu z wybraną specjalnością studiów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zdolnościami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uzyskanymi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drodze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zajęć praktycznych</w:t>
            </w:r>
          </w:p>
        </w:tc>
        <w:tc>
          <w:tcPr>
            <w:tcW w:w="1873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552C0" w:rsidRPr="000F6675" w:rsidTr="005E6E85">
        <w:tc>
          <w:tcPr>
            <w:tcW w:w="1701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potrafi dokonać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właściwych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obserwacji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interpretacji stosunków społecznych, prawnych, politycznych, ekonomicznych i kulturowych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nauk o bezpieczeństwie oraz w zakresie pokrewnych 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52C0" w:rsidRPr="000F6675" w:rsidTr="005E6E85">
        <w:tc>
          <w:tcPr>
            <w:tcW w:w="1701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świadomość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stałego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samodzielnego uaktualniania wiedzy</w:t>
            </w:r>
          </w:p>
        </w:tc>
        <w:tc>
          <w:tcPr>
            <w:tcW w:w="1873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52C0" w:rsidRPr="000F6675" w:rsidRDefault="008552C0" w:rsidP="00ED764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w:rsidR="008552C0" w:rsidRDefault="008552C0" w:rsidP="1F80BA1D">
      <w:pPr>
        <w:pStyle w:val="ListParagraph"/>
        <w:numPr>
          <w:ilvl w:val="0"/>
          <w:numId w:val="1"/>
        </w:numPr>
        <w:spacing w:after="0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 w:cs="Corbel"/>
          <w:sz w:val="24"/>
          <w:szCs w:val="24"/>
        </w:rPr>
        <w:t xml:space="preserve">Problematyka wykładu </w:t>
      </w:r>
    </w:p>
    <w:p w:rsidR="008552C0" w:rsidRDefault="008552C0" w:rsidP="1F80BA1D">
      <w:pPr>
        <w:spacing w:after="0"/>
        <w:jc w:val="both"/>
      </w:pPr>
      <w:r w:rsidRPr="1F80BA1D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105" w:type="dxa"/>
        <w:tblLayout w:type="fixed"/>
        <w:tblLook w:val="00A0"/>
      </w:tblPr>
      <w:tblGrid>
        <w:gridCol w:w="9630"/>
      </w:tblGrid>
      <w:tr w:rsidR="008552C0" w:rsidTr="1F80BA1D">
        <w:tc>
          <w:tcPr>
            <w:tcW w:w="9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2C0" w:rsidRDefault="008552C0" w:rsidP="1F80BA1D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8552C0" w:rsidTr="1F80BA1D">
        <w:tc>
          <w:tcPr>
            <w:tcW w:w="9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2C0" w:rsidRDefault="008552C0" w:rsidP="1F80BA1D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8552C0" w:rsidTr="1F80BA1D">
        <w:tc>
          <w:tcPr>
            <w:tcW w:w="9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2C0" w:rsidRDefault="008552C0" w:rsidP="1F80BA1D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8552C0" w:rsidTr="1F80BA1D">
        <w:tc>
          <w:tcPr>
            <w:tcW w:w="9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2C0" w:rsidRDefault="008552C0" w:rsidP="1F80BA1D">
            <w:pPr>
              <w:spacing w:after="0"/>
              <w:ind w:firstLine="250"/>
            </w:pPr>
            <w:r w:rsidRPr="1F80BA1D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</w:tbl>
    <w:p w:rsidR="008552C0" w:rsidRDefault="008552C0" w:rsidP="1F80BA1D">
      <w:pPr>
        <w:spacing w:after="0" w:line="240" w:lineRule="auto"/>
        <w:ind w:left="360"/>
        <w:jc w:val="both"/>
      </w:pPr>
    </w:p>
    <w:p w:rsidR="008552C0" w:rsidRPr="000F6675" w:rsidRDefault="008552C0" w:rsidP="1F80BA1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w:rsidR="008552C0" w:rsidRPr="000F6675" w:rsidRDefault="008552C0" w:rsidP="009C54AE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8552C0" w:rsidRPr="000F6675" w:rsidTr="00923D7D">
        <w:tc>
          <w:tcPr>
            <w:tcW w:w="9639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52C0" w:rsidRPr="000F6675" w:rsidTr="00923D7D">
        <w:tc>
          <w:tcPr>
            <w:tcW w:w="9639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w:rsidR="008552C0" w:rsidRPr="000F6675" w:rsidTr="00923D7D">
        <w:tc>
          <w:tcPr>
            <w:tcW w:w="9639" w:type="dxa"/>
          </w:tcPr>
          <w:p w:rsidR="008552C0" w:rsidRPr="000F6675" w:rsidRDefault="008552C0" w:rsidP="00963441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w:rsidR="008552C0" w:rsidRPr="000F6675" w:rsidTr="00923D7D">
        <w:tc>
          <w:tcPr>
            <w:tcW w:w="9639" w:type="dxa"/>
          </w:tcPr>
          <w:p w:rsidR="008552C0" w:rsidRPr="000F6675" w:rsidRDefault="008552C0" w:rsidP="00963441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w:rsidR="008552C0" w:rsidRPr="000F6675" w:rsidTr="00923D7D">
        <w:tc>
          <w:tcPr>
            <w:tcW w:w="9639" w:type="dxa"/>
          </w:tcPr>
          <w:p w:rsidR="008552C0" w:rsidRPr="000F6675" w:rsidRDefault="008552C0" w:rsidP="00963441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w:rsidR="008552C0" w:rsidRPr="000F6675" w:rsidTr="00923D7D">
        <w:tc>
          <w:tcPr>
            <w:tcW w:w="9639" w:type="dxa"/>
          </w:tcPr>
          <w:p w:rsidR="008552C0" w:rsidRPr="000F6675" w:rsidRDefault="008552C0" w:rsidP="00963441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w:rsidR="008552C0" w:rsidRPr="000F6675" w:rsidTr="00923D7D">
        <w:tc>
          <w:tcPr>
            <w:tcW w:w="9639" w:type="dxa"/>
          </w:tcPr>
          <w:p w:rsidR="008552C0" w:rsidRPr="000F6675" w:rsidRDefault="008552C0" w:rsidP="00963441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w:rsidR="008552C0" w:rsidRPr="000F6675" w:rsidTr="00923D7D">
        <w:tc>
          <w:tcPr>
            <w:tcW w:w="9639" w:type="dxa"/>
          </w:tcPr>
          <w:p w:rsidR="008552C0" w:rsidRPr="000F6675" w:rsidRDefault="008552C0" w:rsidP="00963441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w:rsidR="008552C0" w:rsidRPr="000F6675" w:rsidRDefault="008552C0" w:rsidP="1F80BA1D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F80BA1D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Np.: </w:t>
      </w:r>
    </w:p>
    <w:p w:rsidR="008552C0" w:rsidRPr="000F6675" w:rsidRDefault="008552C0" w:rsidP="5F47B264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5F47B264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Wykład: wykład problemowy, wykład z prezentacją multimedialną, metody kształcenia na odległość Ćwiczenia: analiza tekstów z dyskusją, metoda projektów (projekt badawczy, wdrożeniowy, praktyczny), praca w grupach (rozwiązywanie zadań, dyskusja), gry dydaktyczne, metody kształcenia na odległość </w:t>
      </w:r>
    </w:p>
    <w:p w:rsidR="008552C0" w:rsidRPr="000F6675" w:rsidRDefault="008552C0" w:rsidP="1F80BA1D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F80BA1D">
        <w:rPr>
          <w:rFonts w:ascii="Corbel" w:hAnsi="Corbel"/>
          <w:b w:val="0"/>
          <w:i/>
          <w:iCs/>
          <w:smallCaps w:val="0"/>
          <w:sz w:val="20"/>
          <w:szCs w:val="20"/>
        </w:rPr>
        <w:t>Laboratorium: wykonywanie doświadczeń, projektowanie doświadczeń</w:t>
      </w:r>
    </w:p>
    <w:p w:rsidR="008552C0" w:rsidRDefault="008552C0" w:rsidP="1F80BA1D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w:rsidR="008552C0" w:rsidRPr="000F6675" w:rsidRDefault="008552C0" w:rsidP="1F80BA1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w:rsidR="008552C0" w:rsidRPr="000F6675" w:rsidRDefault="008552C0" w:rsidP="1F80BA1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w:rsidR="008552C0" w:rsidRPr="000F6675" w:rsidRDefault="008552C0" w:rsidP="1F80BA1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c) dyskusja; </w:t>
      </w:r>
    </w:p>
    <w:p w:rsidR="008552C0" w:rsidRPr="000F6675" w:rsidRDefault="008552C0" w:rsidP="1F80BA1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w:rsidR="008552C0" w:rsidRPr="000F6675" w:rsidRDefault="008552C0" w:rsidP="1F80BA1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:rsidR="008552C0" w:rsidRPr="000F6675" w:rsidRDefault="008552C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52C0" w:rsidRPr="000F6675" w:rsidRDefault="008552C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w:rsidR="008552C0" w:rsidRPr="000F6675" w:rsidRDefault="008552C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5528"/>
        <w:gridCol w:w="2126"/>
      </w:tblGrid>
      <w:tr w:rsidR="008552C0" w:rsidRPr="000F6675" w:rsidTr="1F80BA1D">
        <w:tc>
          <w:tcPr>
            <w:tcW w:w="1985" w:type="dxa"/>
            <w:vAlign w:val="center"/>
          </w:tcPr>
          <w:p w:rsidR="008552C0" w:rsidRPr="000F6675" w:rsidRDefault="008552C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52C0" w:rsidRPr="000F6675" w:rsidRDefault="008552C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52C0" w:rsidRPr="000F6675" w:rsidRDefault="008552C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52C0" w:rsidRPr="000F6675" w:rsidRDefault="008552C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52C0" w:rsidRPr="000F6675" w:rsidRDefault="008552C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52C0" w:rsidRPr="000F6675" w:rsidTr="1F80BA1D">
        <w:tc>
          <w:tcPr>
            <w:tcW w:w="1985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52C0" w:rsidRPr="000F6675" w:rsidTr="1F80BA1D">
        <w:tc>
          <w:tcPr>
            <w:tcW w:w="1985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52C0" w:rsidRPr="000F6675" w:rsidTr="1F80BA1D">
        <w:tc>
          <w:tcPr>
            <w:tcW w:w="1985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52C0" w:rsidRPr="000F6675" w:rsidTr="1F80BA1D">
        <w:tc>
          <w:tcPr>
            <w:tcW w:w="1985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52C0" w:rsidRPr="000F6675" w:rsidRDefault="008552C0" w:rsidP="009634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52C0" w:rsidRPr="000F6675" w:rsidTr="1F80BA1D">
        <w:tc>
          <w:tcPr>
            <w:tcW w:w="1985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552C0" w:rsidRPr="000F6675" w:rsidRDefault="008552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8552C0" w:rsidRPr="000F6675" w:rsidTr="1F80BA1D">
        <w:tc>
          <w:tcPr>
            <w:tcW w:w="9670" w:type="dxa"/>
          </w:tcPr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52C0" w:rsidRPr="000F6675" w:rsidRDefault="008552C0" w:rsidP="009C54AE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8552C0" w:rsidRPr="000F6675" w:rsidTr="461B0038">
        <w:tc>
          <w:tcPr>
            <w:tcW w:w="4962" w:type="dxa"/>
            <w:vAlign w:val="center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552C0" w:rsidRPr="000F6675" w:rsidTr="461B0038">
        <w:tc>
          <w:tcPr>
            <w:tcW w:w="4962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52C0" w:rsidRPr="000F6675" w:rsidTr="461B0038">
        <w:tc>
          <w:tcPr>
            <w:tcW w:w="4962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52C0" w:rsidRPr="000F6675" w:rsidTr="461B0038">
        <w:tc>
          <w:tcPr>
            <w:tcW w:w="4962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52C0" w:rsidRPr="000F6675" w:rsidTr="461B0038">
        <w:tc>
          <w:tcPr>
            <w:tcW w:w="4962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461B00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52C0" w:rsidRPr="000F6675" w:rsidTr="461B0038">
        <w:tc>
          <w:tcPr>
            <w:tcW w:w="4962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52C0" w:rsidRPr="000F6675" w:rsidRDefault="008552C0" w:rsidP="009C54AE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w:rsidR="008552C0" w:rsidRPr="000F6675" w:rsidRDefault="008552C0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3969"/>
      </w:tblGrid>
      <w:tr w:rsidR="008552C0" w:rsidRPr="000F6675" w:rsidTr="0071620A">
        <w:trPr>
          <w:trHeight w:val="397"/>
        </w:trPr>
        <w:tc>
          <w:tcPr>
            <w:tcW w:w="3544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52C0" w:rsidRPr="000F6675" w:rsidTr="0071620A">
        <w:trPr>
          <w:trHeight w:val="397"/>
        </w:trPr>
        <w:tc>
          <w:tcPr>
            <w:tcW w:w="3544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52C0" w:rsidRPr="000F6675" w:rsidRDefault="008552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7. LITERATURA </w:t>
      </w:r>
    </w:p>
    <w:p w:rsidR="008552C0" w:rsidRPr="000F6675" w:rsidRDefault="008552C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3"/>
      </w:tblGrid>
      <w:tr w:rsidR="008552C0" w:rsidRPr="000F6675" w:rsidTr="461B0038">
        <w:trPr>
          <w:trHeight w:val="397"/>
        </w:trPr>
        <w:tc>
          <w:tcPr>
            <w:tcW w:w="7513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="008552C0" w:rsidRPr="000F6675" w:rsidTr="461B0038">
        <w:trPr>
          <w:trHeight w:val="397"/>
        </w:trPr>
        <w:tc>
          <w:tcPr>
            <w:tcW w:w="7513" w:type="dxa"/>
          </w:tcPr>
          <w:p w:rsidR="008552C0" w:rsidRPr="00D9252B" w:rsidRDefault="008552C0" w:rsidP="00D9252B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:rsidR="008552C0" w:rsidRDefault="008552C0" w:rsidP="1F80BA1D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Walancik M., Logistyka akcji ratowniczych, Warszawa 2018. </w:t>
            </w:r>
          </w:p>
          <w:p w:rsidR="008552C0" w:rsidRPr="000F6675" w:rsidRDefault="008552C0" w:rsidP="461B0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</w:tr>
      <w:tr w:rsidR="008552C0" w:rsidRPr="000F6675" w:rsidTr="461B0038">
        <w:trPr>
          <w:trHeight w:val="397"/>
        </w:trPr>
        <w:tc>
          <w:tcPr>
            <w:tcW w:w="7513" w:type="dxa"/>
          </w:tcPr>
          <w:p w:rsidR="008552C0" w:rsidRPr="000F6675" w:rsidRDefault="008552C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8552C0" w:rsidRPr="000F6675" w:rsidTr="461B0038">
        <w:trPr>
          <w:trHeight w:val="397"/>
        </w:trPr>
        <w:tc>
          <w:tcPr>
            <w:tcW w:w="7513" w:type="dxa"/>
          </w:tcPr>
          <w:p w:rsidR="008552C0" w:rsidRPr="00D9252B" w:rsidRDefault="008552C0" w:rsidP="00D9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  <w:bookmarkStart w:id="0" w:name="_GoBack"/>
            <w:bookmarkEnd w:id="0"/>
          </w:p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:rsidR="008552C0" w:rsidRPr="000F6675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:rsidR="008552C0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:rsidR="008552C0" w:rsidRPr="00D9252B" w:rsidRDefault="008552C0" w:rsidP="1F80B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w:rsidR="008552C0" w:rsidRPr="000F6675" w:rsidRDefault="008552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52C0" w:rsidRPr="000F6675" w:rsidRDefault="008552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52C0" w:rsidRPr="00B148D8" w:rsidRDefault="008552C0" w:rsidP="00F83B28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sectPr w:rsidR="008552C0" w:rsidRPr="00B148D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2C0" w:rsidRDefault="008552C0" w:rsidP="00C16ABF">
      <w:pPr>
        <w:spacing w:after="0" w:line="240" w:lineRule="auto"/>
      </w:pPr>
      <w:r>
        <w:separator/>
      </w:r>
    </w:p>
  </w:endnote>
  <w:endnote w:type="continuationSeparator" w:id="0">
    <w:p w:rsidR="008552C0" w:rsidRDefault="008552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2C0" w:rsidRDefault="008552C0" w:rsidP="00C16ABF">
      <w:pPr>
        <w:spacing w:after="0" w:line="240" w:lineRule="auto"/>
      </w:pPr>
      <w:r>
        <w:separator/>
      </w:r>
    </w:p>
  </w:footnote>
  <w:footnote w:type="continuationSeparator" w:id="0">
    <w:p w:rsidR="008552C0" w:rsidRDefault="008552C0" w:rsidP="00C16ABF">
      <w:pPr>
        <w:spacing w:after="0" w:line="240" w:lineRule="auto"/>
      </w:pPr>
      <w:r>
        <w:continuationSeparator/>
      </w:r>
    </w:p>
  </w:footnote>
  <w:footnote w:id="1">
    <w:p w:rsidR="008552C0" w:rsidRDefault="008552C0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1176"/>
    <w:rsid w:val="00042A51"/>
    <w:rsid w:val="00042D2E"/>
    <w:rsid w:val="00044C82"/>
    <w:rsid w:val="00067EA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675"/>
    <w:rsid w:val="00124BFF"/>
    <w:rsid w:val="0012560E"/>
    <w:rsid w:val="00127108"/>
    <w:rsid w:val="00134B13"/>
    <w:rsid w:val="00146BC0"/>
    <w:rsid w:val="0015324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92C54"/>
    <w:rsid w:val="002A22BF"/>
    <w:rsid w:val="002A2389"/>
    <w:rsid w:val="002A671D"/>
    <w:rsid w:val="002B4D55"/>
    <w:rsid w:val="002B5EA0"/>
    <w:rsid w:val="002B6119"/>
    <w:rsid w:val="002C1F06"/>
    <w:rsid w:val="002C31AC"/>
    <w:rsid w:val="002D3375"/>
    <w:rsid w:val="002D73D4"/>
    <w:rsid w:val="002F02A3"/>
    <w:rsid w:val="002F4ABE"/>
    <w:rsid w:val="003018BA"/>
    <w:rsid w:val="0030395F"/>
    <w:rsid w:val="00305C92"/>
    <w:rsid w:val="003151C5"/>
    <w:rsid w:val="00316182"/>
    <w:rsid w:val="003343CF"/>
    <w:rsid w:val="00346FE9"/>
    <w:rsid w:val="0034759A"/>
    <w:rsid w:val="003503F6"/>
    <w:rsid w:val="00351149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D4A"/>
    <w:rsid w:val="004362C6"/>
    <w:rsid w:val="00437FA2"/>
    <w:rsid w:val="00443DF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4D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B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C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2C0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B6B"/>
    <w:rsid w:val="008E64F4"/>
    <w:rsid w:val="008F12C9"/>
    <w:rsid w:val="008F6E29"/>
    <w:rsid w:val="00916188"/>
    <w:rsid w:val="00923D7D"/>
    <w:rsid w:val="009508DF"/>
    <w:rsid w:val="00950DAC"/>
    <w:rsid w:val="00954A07"/>
    <w:rsid w:val="00956DE4"/>
    <w:rsid w:val="00963441"/>
    <w:rsid w:val="00987706"/>
    <w:rsid w:val="00997F14"/>
    <w:rsid w:val="009A78D9"/>
    <w:rsid w:val="009B6898"/>
    <w:rsid w:val="009C3E31"/>
    <w:rsid w:val="009C54AE"/>
    <w:rsid w:val="009C788E"/>
    <w:rsid w:val="009D3F3B"/>
    <w:rsid w:val="009E0543"/>
    <w:rsid w:val="009E1E1A"/>
    <w:rsid w:val="009E3B41"/>
    <w:rsid w:val="009E6A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8D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E4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2BB"/>
    <w:rsid w:val="00C67E92"/>
    <w:rsid w:val="00C70A26"/>
    <w:rsid w:val="00C766DF"/>
    <w:rsid w:val="00C90764"/>
    <w:rsid w:val="00C909C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0A"/>
    <w:rsid w:val="00D608D1"/>
    <w:rsid w:val="00D74119"/>
    <w:rsid w:val="00D8075B"/>
    <w:rsid w:val="00D85E11"/>
    <w:rsid w:val="00D8678B"/>
    <w:rsid w:val="00D9252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5140"/>
    <w:rsid w:val="00ED03AB"/>
    <w:rsid w:val="00ED32D2"/>
    <w:rsid w:val="00ED7647"/>
    <w:rsid w:val="00EE32DE"/>
    <w:rsid w:val="00EE5457"/>
    <w:rsid w:val="00F0313C"/>
    <w:rsid w:val="00F070AB"/>
    <w:rsid w:val="00F17567"/>
    <w:rsid w:val="00F27A7B"/>
    <w:rsid w:val="00F408C1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B0A"/>
    <w:rsid w:val="01318280"/>
    <w:rsid w:val="02F67FD8"/>
    <w:rsid w:val="0904CB20"/>
    <w:rsid w:val="0AC665E7"/>
    <w:rsid w:val="0AE290D2"/>
    <w:rsid w:val="0AF5B852"/>
    <w:rsid w:val="0BDCC210"/>
    <w:rsid w:val="1101DEC0"/>
    <w:rsid w:val="110C1174"/>
    <w:rsid w:val="15830E99"/>
    <w:rsid w:val="17FE8E1D"/>
    <w:rsid w:val="1A567FBC"/>
    <w:rsid w:val="1AB6A3D4"/>
    <w:rsid w:val="1B2EA109"/>
    <w:rsid w:val="1B915A72"/>
    <w:rsid w:val="1EBD8917"/>
    <w:rsid w:val="1F75AC83"/>
    <w:rsid w:val="1F80BA1D"/>
    <w:rsid w:val="1FE99E2D"/>
    <w:rsid w:val="276FC3CD"/>
    <w:rsid w:val="28BBB9B7"/>
    <w:rsid w:val="28E729A7"/>
    <w:rsid w:val="2B5A3F5B"/>
    <w:rsid w:val="2FDFD8AD"/>
    <w:rsid w:val="30DDAB72"/>
    <w:rsid w:val="31DBE2CB"/>
    <w:rsid w:val="32E2ACC1"/>
    <w:rsid w:val="33582B4A"/>
    <w:rsid w:val="340DDD07"/>
    <w:rsid w:val="3616A5AB"/>
    <w:rsid w:val="38C010B7"/>
    <w:rsid w:val="3D22C9B6"/>
    <w:rsid w:val="3DAA09B8"/>
    <w:rsid w:val="3EEEE91D"/>
    <w:rsid w:val="3F88C59B"/>
    <w:rsid w:val="3FB55672"/>
    <w:rsid w:val="424E8DA7"/>
    <w:rsid w:val="432F6671"/>
    <w:rsid w:val="440741B3"/>
    <w:rsid w:val="461B0038"/>
    <w:rsid w:val="49D4C9DA"/>
    <w:rsid w:val="5035BBFC"/>
    <w:rsid w:val="53A675AB"/>
    <w:rsid w:val="5731BE7B"/>
    <w:rsid w:val="5BBE4EF6"/>
    <w:rsid w:val="5E5671DB"/>
    <w:rsid w:val="5F47B264"/>
    <w:rsid w:val="5FD934CE"/>
    <w:rsid w:val="63CF773C"/>
    <w:rsid w:val="64767E9B"/>
    <w:rsid w:val="66B81D08"/>
    <w:rsid w:val="6A0D2144"/>
    <w:rsid w:val="6A5224C7"/>
    <w:rsid w:val="6D1927F7"/>
    <w:rsid w:val="6D2C2936"/>
    <w:rsid w:val="6D5D8338"/>
    <w:rsid w:val="6F7C29AE"/>
    <w:rsid w:val="70167442"/>
    <w:rsid w:val="731C7B06"/>
    <w:rsid w:val="750168C8"/>
    <w:rsid w:val="78AA9931"/>
    <w:rsid w:val="795EFF02"/>
    <w:rsid w:val="79DCF006"/>
    <w:rsid w:val="7C9A3F92"/>
    <w:rsid w:val="7DC9DCFE"/>
    <w:rsid w:val="7FF7F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AB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F667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F66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F6675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6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F66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B12578-D02D-4A4C-952C-44511652E869}"/>
</file>

<file path=customXml/itemProps2.xml><?xml version="1.0" encoding="utf-8"?>
<ds:datastoreItem xmlns:ds="http://schemas.openxmlformats.org/officeDocument/2006/customXml" ds:itemID="{6AB2C278-61E5-4316-ACA1-3CB337BF11D2}"/>
</file>

<file path=customXml/itemProps3.xml><?xml version="1.0" encoding="utf-8"?>
<ds:datastoreItem xmlns:ds="http://schemas.openxmlformats.org/officeDocument/2006/customXml" ds:itemID="{52448541-24AF-45B0-BAC2-32E1AEE82C7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864</Words>
  <Characters>5190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Zosia</cp:lastModifiedBy>
  <cp:revision>2</cp:revision>
  <cp:lastPrinted>2019-02-06T12:12:00Z</cp:lastPrinted>
  <dcterms:created xsi:type="dcterms:W3CDTF">2021-11-14T19:06:00Z</dcterms:created>
  <dcterms:modified xsi:type="dcterms:W3CDTF">2021-11-14T19:06:00Z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